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C9" w:rsidRDefault="00C765C9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</w:p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C765C9" w:rsidRPr="00C765C9" w:rsidRDefault="00C765C9" w:rsidP="0004224E">
      <w:pPr>
        <w:spacing w:before="360"/>
        <w:rPr>
          <w:rFonts w:ascii="Calibri" w:hAnsi="Calibri"/>
          <w:i/>
          <w:sz w:val="10"/>
          <w:szCs w:val="10"/>
        </w:rPr>
      </w:pP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Pr="00F04927" w:rsidRDefault="0004224E" w:rsidP="00F82F8F">
      <w:pPr>
        <w:autoSpaceDE w:val="0"/>
        <w:autoSpaceDN w:val="0"/>
        <w:adjustRightInd w:val="0"/>
        <w:rPr>
          <w:rFonts w:ascii="Calibri" w:eastAsia="Calibri" w:hAnsi="Calibri"/>
          <w:b/>
          <w:szCs w:val="22"/>
          <w:lang w:eastAsia="en-US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 xml:space="preserve">kceptuję </w:t>
      </w:r>
      <w:r w:rsidR="00F82F8F">
        <w:rPr>
          <w:rFonts w:ascii="Calibri" w:hAnsi="Calibri"/>
        </w:rPr>
        <w:t xml:space="preserve">korektę </w:t>
      </w:r>
      <w:r w:rsidR="00EE1E5A">
        <w:rPr>
          <w:rFonts w:ascii="Calibri" w:hAnsi="Calibri"/>
        </w:rPr>
        <w:t>raportu</w:t>
      </w:r>
      <w:r w:rsidRPr="00774454">
        <w:rPr>
          <w:rFonts w:ascii="Calibri" w:hAnsi="Calibri"/>
        </w:rPr>
        <w:t xml:space="preserve"> za I</w:t>
      </w:r>
      <w:r>
        <w:rPr>
          <w:rFonts w:ascii="Calibri" w:hAnsi="Calibri"/>
        </w:rPr>
        <w:t>II</w:t>
      </w:r>
      <w:r w:rsidRPr="00774454">
        <w:rPr>
          <w:rFonts w:ascii="Calibri" w:hAnsi="Calibri"/>
        </w:rPr>
        <w:t xml:space="preserve"> kwartał 2020 r. z postępu rzeczowo-finansowego </w:t>
      </w:r>
      <w:r w:rsidR="00EE1E5A">
        <w:rPr>
          <w:rFonts w:ascii="Calibri" w:hAnsi="Calibri"/>
        </w:rPr>
        <w:t xml:space="preserve">projektu informatycznego pn. </w:t>
      </w:r>
      <w:r w:rsidRPr="00774454">
        <w:rPr>
          <w:rFonts w:ascii="Calibri" w:hAnsi="Calibri"/>
        </w:rPr>
        <w:t xml:space="preserve"> </w:t>
      </w:r>
      <w:r w:rsidR="00C765C9" w:rsidRPr="00C765C9">
        <w:rPr>
          <w:rFonts w:ascii="Calibri" w:eastAsia="Calibri" w:hAnsi="Calibri"/>
          <w:b/>
          <w:szCs w:val="22"/>
          <w:lang w:eastAsia="en-US"/>
        </w:rPr>
        <w:t>Udostępnianie filmowych zasobów kultury przy zastosowaniu technologii nowej generacji – AI (</w:t>
      </w:r>
      <w:proofErr w:type="spellStart"/>
      <w:r w:rsidR="00C765C9" w:rsidRPr="00C765C9">
        <w:rPr>
          <w:rFonts w:ascii="Calibri" w:eastAsia="Calibri" w:hAnsi="Calibri"/>
          <w:b/>
          <w:szCs w:val="22"/>
          <w:lang w:eastAsia="en-US"/>
        </w:rPr>
        <w:t>artificial</w:t>
      </w:r>
      <w:proofErr w:type="spellEnd"/>
      <w:r w:rsidR="00C765C9" w:rsidRPr="00C765C9">
        <w:rPr>
          <w:rFonts w:ascii="Calibri" w:eastAsia="Calibri" w:hAnsi="Calibri"/>
          <w:b/>
          <w:szCs w:val="22"/>
          <w:lang w:eastAsia="en-US"/>
        </w:rPr>
        <w:t xml:space="preserve"> </w:t>
      </w:r>
      <w:proofErr w:type="spellStart"/>
      <w:r w:rsidR="00C765C9" w:rsidRPr="00C765C9"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="00C765C9" w:rsidRPr="00C765C9">
        <w:rPr>
          <w:rFonts w:ascii="Calibri" w:eastAsia="Calibri" w:hAnsi="Calibri"/>
          <w:b/>
          <w:szCs w:val="22"/>
          <w:lang w:eastAsia="en-US"/>
        </w:rPr>
        <w:t xml:space="preserve">), </w:t>
      </w:r>
      <w:r w:rsidR="00C765C9">
        <w:rPr>
          <w:rFonts w:ascii="Calibri" w:eastAsia="Calibri" w:hAnsi="Calibri"/>
          <w:b/>
          <w:szCs w:val="22"/>
          <w:lang w:eastAsia="en-US"/>
        </w:rPr>
        <w:t xml:space="preserve"> </w:t>
      </w:r>
      <w:r w:rsidR="00C765C9" w:rsidRPr="00C765C9">
        <w:rPr>
          <w:rFonts w:ascii="Calibri" w:eastAsia="Calibri" w:hAnsi="Calibri"/>
          <w:b/>
          <w:szCs w:val="22"/>
          <w:lang w:eastAsia="en-US"/>
        </w:rPr>
        <w:t xml:space="preserve">digitalizacja fonoteki </w:t>
      </w:r>
      <w:proofErr w:type="spellStart"/>
      <w:r w:rsidR="00C765C9" w:rsidRPr="00C765C9">
        <w:rPr>
          <w:rFonts w:ascii="Calibri" w:eastAsia="Calibri" w:hAnsi="Calibri"/>
          <w:b/>
          <w:szCs w:val="22"/>
          <w:lang w:eastAsia="en-US"/>
        </w:rPr>
        <w:t>WFDiF</w:t>
      </w:r>
      <w:proofErr w:type="spellEnd"/>
      <w:r w:rsidR="00C765C9" w:rsidRPr="00C765C9">
        <w:rPr>
          <w:rFonts w:ascii="Calibri" w:eastAsia="Calibri" w:hAnsi="Calibri"/>
          <w:b/>
          <w:szCs w:val="22"/>
          <w:lang w:eastAsia="en-US"/>
        </w:rPr>
        <w:t xml:space="preserve"> oraz cyfrowa rekonstrukcja polskich filmów dokumentalnych</w:t>
      </w:r>
      <w:r w:rsidR="00C765C9">
        <w:rPr>
          <w:rFonts w:ascii="Georgia-Italic" w:hAnsi="Georgia-Italic" w:cs="Georgia-Italic"/>
          <w:i/>
          <w:iCs/>
          <w:sz w:val="22"/>
          <w:szCs w:val="22"/>
        </w:rPr>
        <w:t xml:space="preserve"> </w:t>
      </w:r>
      <w:r w:rsidR="00C765C9">
        <w:rPr>
          <w:rFonts w:ascii="Calibri" w:eastAsia="Calibri" w:hAnsi="Calibri"/>
          <w:szCs w:val="22"/>
          <w:lang w:eastAsia="en-US"/>
        </w:rPr>
        <w:t>- </w:t>
      </w:r>
      <w:r w:rsidR="00F04927" w:rsidRPr="00C765C9">
        <w:rPr>
          <w:rFonts w:ascii="Calibri" w:hAnsi="Calibri"/>
        </w:rPr>
        <w:t xml:space="preserve">wnioskodawca </w:t>
      </w:r>
      <w:r w:rsidR="00C765C9" w:rsidRPr="00C765C9">
        <w:rPr>
          <w:rFonts w:ascii="Calibri" w:hAnsi="Calibri"/>
        </w:rPr>
        <w:t>Minister Kultury i Dziedzictwa Narodowego</w:t>
      </w:r>
      <w:r w:rsidR="00F04927" w:rsidRPr="00C765C9">
        <w:rPr>
          <w:rFonts w:ascii="Calibri" w:hAnsi="Calibri"/>
        </w:rPr>
        <w:t xml:space="preserve">, beneficjent </w:t>
      </w:r>
      <w:r w:rsidR="00C765C9" w:rsidRPr="00C765C9">
        <w:rPr>
          <w:rFonts w:ascii="Calibri" w:hAnsi="Calibri"/>
        </w:rPr>
        <w:t>Wytwórnia Filmów Dokumentalnych i Fabularnych (</w:t>
      </w:r>
      <w:proofErr w:type="spellStart"/>
      <w:r w:rsidR="00C765C9" w:rsidRPr="00C765C9">
        <w:rPr>
          <w:rFonts w:ascii="Calibri" w:hAnsi="Calibri"/>
        </w:rPr>
        <w:t>WFDiF</w:t>
      </w:r>
      <w:proofErr w:type="spellEnd"/>
      <w:r w:rsidR="00C765C9" w:rsidRPr="00C765C9">
        <w:rPr>
          <w:rFonts w:ascii="Calibri" w:hAnsi="Calibri"/>
        </w:rPr>
        <w:t>)</w:t>
      </w:r>
      <w:r w:rsidR="00A63414">
        <w:rPr>
          <w:rFonts w:ascii="Calibri" w:hAnsi="Calibri"/>
        </w:rPr>
        <w:t xml:space="preserve"> z dnia 18 stycznia 2021</w:t>
      </w:r>
      <w:r w:rsidR="00F82F8F">
        <w:rPr>
          <w:rFonts w:ascii="Calibri" w:hAnsi="Calibri"/>
        </w:rPr>
        <w:t xml:space="preserve">r. </w:t>
      </w:r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</w:t>
      </w:r>
      <w:r w:rsidR="00F82F8F">
        <w:rPr>
          <w:rFonts w:ascii="Calibri" w:hAnsi="Calibri"/>
        </w:rPr>
        <w:t>u</w:t>
      </w:r>
      <w:r w:rsidR="00301616">
        <w:rPr>
          <w:rFonts w:ascii="Calibri" w:hAnsi="Calibri"/>
        </w:rPr>
        <w:t>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A63414" w:rsidRDefault="00A6341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A63414" w:rsidRDefault="00A63414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bookmarkStart w:id="0" w:name="_GoBack"/>
      <w:bookmarkEnd w:id="0"/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561" w:rsidRDefault="00A64561">
      <w:r>
        <w:separator/>
      </w:r>
    </w:p>
  </w:endnote>
  <w:endnote w:type="continuationSeparator" w:id="0">
    <w:p w:rsidR="00A64561" w:rsidRDefault="00A6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-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561" w:rsidRDefault="00A64561">
      <w:r>
        <w:separator/>
      </w:r>
    </w:p>
  </w:footnote>
  <w:footnote w:type="continuationSeparator" w:id="0">
    <w:p w:rsidR="00A64561" w:rsidRDefault="00A64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C765C9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C765C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DAIP.WOKRM.0102.3.9.2021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C765C9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C765C9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DAIP.WOKRM.0102.3.9.2021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C765C9">
      <w:t>26</w:t>
    </w:r>
    <w:r w:rsidR="00214D8D">
      <w:t xml:space="preserve"> stycznia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4F0E"/>
    <w:rsid w:val="00417572"/>
    <w:rsid w:val="00420DDB"/>
    <w:rsid w:val="00433553"/>
    <w:rsid w:val="00446181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225F9"/>
    <w:rsid w:val="00866A6D"/>
    <w:rsid w:val="008B1D7E"/>
    <w:rsid w:val="00935D23"/>
    <w:rsid w:val="009C2C00"/>
    <w:rsid w:val="009D4211"/>
    <w:rsid w:val="00A363B8"/>
    <w:rsid w:val="00A436D1"/>
    <w:rsid w:val="00A471BD"/>
    <w:rsid w:val="00A63414"/>
    <w:rsid w:val="00A64561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765C9"/>
    <w:rsid w:val="00CA00FE"/>
    <w:rsid w:val="00CF13E8"/>
    <w:rsid w:val="00D05B72"/>
    <w:rsid w:val="00D0745E"/>
    <w:rsid w:val="00DA0A66"/>
    <w:rsid w:val="00E53782"/>
    <w:rsid w:val="00E86BDA"/>
    <w:rsid w:val="00EA13E5"/>
    <w:rsid w:val="00EA7F17"/>
    <w:rsid w:val="00EE1E5A"/>
    <w:rsid w:val="00F04927"/>
    <w:rsid w:val="00F10BA4"/>
    <w:rsid w:val="00F76A8C"/>
    <w:rsid w:val="00F82390"/>
    <w:rsid w:val="00F82F8F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5</cp:revision>
  <dcterms:created xsi:type="dcterms:W3CDTF">2021-01-25T12:02:00Z</dcterms:created>
  <dcterms:modified xsi:type="dcterms:W3CDTF">2021-01-26T11:56:00Z</dcterms:modified>
</cp:coreProperties>
</file>